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3D" w:rsidRPr="002D7CF8" w:rsidRDefault="0004063D">
      <w:pPr>
        <w:rPr>
          <w:rFonts w:ascii="Arial" w:hAnsi="Arial" w:cs="Arial"/>
          <w:sz w:val="24"/>
          <w:szCs w:val="24"/>
        </w:rPr>
      </w:pPr>
    </w:p>
    <w:p w:rsidR="0004063D" w:rsidRPr="002D7CF8" w:rsidRDefault="0004063D">
      <w:pPr>
        <w:rPr>
          <w:rFonts w:ascii="Arial" w:hAnsi="Arial" w:cs="Arial"/>
          <w:sz w:val="24"/>
          <w:szCs w:val="24"/>
        </w:rPr>
      </w:pPr>
      <w:r w:rsidRPr="002D7CF8">
        <w:rPr>
          <w:rFonts w:ascii="Arial" w:hAnsi="Arial" w:cs="Arial"/>
          <w:sz w:val="24"/>
          <w:szCs w:val="24"/>
        </w:rPr>
        <w:t>LINK REGISTRAZIONE VIDEO PRIMO INCONTRO</w:t>
      </w:r>
      <w:r>
        <w:rPr>
          <w:rFonts w:ascii="Arial" w:hAnsi="Arial" w:cs="Arial"/>
          <w:sz w:val="24"/>
          <w:szCs w:val="24"/>
        </w:rPr>
        <w:t xml:space="preserve"> = </w:t>
      </w:r>
    </w:p>
    <w:p w:rsidR="0004063D" w:rsidRPr="002D7CF8" w:rsidRDefault="0004063D">
      <w:pPr>
        <w:rPr>
          <w:rFonts w:ascii="Arial" w:hAnsi="Arial" w:cs="Arial"/>
          <w:sz w:val="24"/>
          <w:szCs w:val="24"/>
        </w:rPr>
      </w:pPr>
      <w:hyperlink r:id="rId4" w:tgtFrame="_blank" w:history="1">
        <w:r w:rsidRPr="002D7CF8">
          <w:rPr>
            <w:rStyle w:val="Hyperlink"/>
            <w:rFonts w:ascii="Arial" w:hAnsi="Arial" w:cs="Arial"/>
            <w:sz w:val="24"/>
            <w:szCs w:val="24"/>
          </w:rPr>
          <w:t>http://flash1-bo1.unimc.it/streamings/sdf_II_sem_2013-14/formazione-forme-conoscenza</w:t>
        </w:r>
      </w:hyperlink>
    </w:p>
    <w:sectPr w:rsidR="0004063D" w:rsidRPr="002D7CF8" w:rsidSect="004302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3A8"/>
    <w:rsid w:val="0004063D"/>
    <w:rsid w:val="000C63A8"/>
    <w:rsid w:val="002D7CF8"/>
    <w:rsid w:val="00430291"/>
    <w:rsid w:val="00B035AB"/>
    <w:rsid w:val="00D96CAF"/>
    <w:rsid w:val="00F0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C63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lash1-bo1.unimc.it/streamings/sdf_II_sem_2013-14/formazione-forme-conoscen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</Words>
  <Characters>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MinaSehdev</dc:creator>
  <cp:keywords/>
  <dc:description/>
  <cp:lastModifiedBy>tutor</cp:lastModifiedBy>
  <cp:revision>4</cp:revision>
  <dcterms:created xsi:type="dcterms:W3CDTF">2014-02-20T15:28:00Z</dcterms:created>
  <dcterms:modified xsi:type="dcterms:W3CDTF">2014-02-25T11:10:00Z</dcterms:modified>
</cp:coreProperties>
</file>